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51" w:rsidRPr="0095776B" w:rsidRDefault="0095776B" w:rsidP="0095776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5776B">
        <w:rPr>
          <w:rFonts w:ascii="Times New Roman" w:hAnsi="Times New Roman" w:cs="Times New Roman"/>
          <w:sz w:val="24"/>
          <w:szCs w:val="24"/>
        </w:rPr>
        <w:t>Таблица подсчёта результатов заполненных тестов на проверку знаний учащихся 3-5 классов по вопросам защиты персональных данных</w:t>
      </w:r>
    </w:p>
    <w:p w:rsidR="0095776B" w:rsidRDefault="0095776B"/>
    <w:tbl>
      <w:tblPr>
        <w:tblStyle w:val="a3"/>
        <w:tblW w:w="4877" w:type="pct"/>
        <w:tblLook w:val="04A0"/>
      </w:tblPr>
      <w:tblGrid>
        <w:gridCol w:w="6244"/>
        <w:gridCol w:w="388"/>
        <w:gridCol w:w="400"/>
        <w:gridCol w:w="392"/>
        <w:gridCol w:w="375"/>
        <w:gridCol w:w="387"/>
        <w:gridCol w:w="349"/>
        <w:gridCol w:w="392"/>
        <w:gridCol w:w="392"/>
        <w:gridCol w:w="389"/>
        <w:gridCol w:w="399"/>
        <w:gridCol w:w="392"/>
        <w:gridCol w:w="389"/>
        <w:gridCol w:w="401"/>
        <w:gridCol w:w="390"/>
        <w:gridCol w:w="378"/>
        <w:gridCol w:w="389"/>
        <w:gridCol w:w="401"/>
        <w:gridCol w:w="395"/>
        <w:gridCol w:w="389"/>
        <w:gridCol w:w="401"/>
        <w:gridCol w:w="390"/>
      </w:tblGrid>
      <w:tr w:rsidR="007077F1" w:rsidRPr="00A6184D" w:rsidTr="007077F1">
        <w:tc>
          <w:tcPr>
            <w:tcW w:w="2165" w:type="pct"/>
            <w:vMerge w:val="restart"/>
            <w:vAlign w:val="center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3-5 класс</w:t>
            </w:r>
          </w:p>
        </w:tc>
        <w:tc>
          <w:tcPr>
            <w:tcW w:w="2835" w:type="pct"/>
            <w:gridSpan w:val="21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7077F1" w:rsidRPr="00A6184D" w:rsidTr="007077F1">
        <w:tc>
          <w:tcPr>
            <w:tcW w:w="2165" w:type="pct"/>
            <w:vMerge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4"/>
            <w:shd w:val="clear" w:color="auto" w:fill="B6DDE8" w:themeFill="accent5" w:themeFillTint="66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gridSpan w:val="4"/>
            <w:shd w:val="clear" w:color="auto" w:fill="FBD4B4" w:themeFill="accent6" w:themeFillTint="66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" w:type="pct"/>
            <w:gridSpan w:val="3"/>
            <w:shd w:val="clear" w:color="auto" w:fill="D6E3BC" w:themeFill="accent3" w:themeFillTint="66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" w:type="pct"/>
            <w:gridSpan w:val="4"/>
            <w:shd w:val="clear" w:color="auto" w:fill="E5B8B7" w:themeFill="accent2" w:themeFillTint="66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" w:type="pct"/>
            <w:gridSpan w:val="3"/>
            <w:shd w:val="clear" w:color="auto" w:fill="B8CCE4" w:themeFill="accent1" w:themeFillTint="66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" w:type="pct"/>
            <w:gridSpan w:val="3"/>
            <w:shd w:val="clear" w:color="auto" w:fill="CCC0D9" w:themeFill="accent4" w:themeFillTint="66"/>
          </w:tcPr>
          <w:p w:rsidR="007077F1" w:rsidRPr="00A6184D" w:rsidRDefault="007077F1" w:rsidP="005B4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7077F1" w:rsidRPr="00A6184D" w:rsidTr="007077F1">
        <w:tc>
          <w:tcPr>
            <w:tcW w:w="2165" w:type="pct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35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0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7077F1" w:rsidRPr="00A6184D" w:rsidTr="007077F1">
        <w:tc>
          <w:tcPr>
            <w:tcW w:w="2165" w:type="pct"/>
          </w:tcPr>
          <w:p w:rsidR="007077F1" w:rsidRPr="00A6184D" w:rsidRDefault="007077F1" w:rsidP="0070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</w:p>
        </w:tc>
        <w:tc>
          <w:tcPr>
            <w:tcW w:w="135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B6DDE8" w:themeFill="accent5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F1" w:rsidRPr="00A6184D" w:rsidTr="007077F1">
        <w:tc>
          <w:tcPr>
            <w:tcW w:w="2165" w:type="pct"/>
          </w:tcPr>
          <w:p w:rsidR="007077F1" w:rsidRPr="007077F1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7F1">
              <w:rPr>
                <w:rFonts w:ascii="Times New Roman" w:hAnsi="Times New Roman" w:cs="Times New Roman"/>
                <w:sz w:val="24"/>
                <w:szCs w:val="24"/>
              </w:rPr>
              <w:t>Нет, не участвовал</w:t>
            </w:r>
          </w:p>
        </w:tc>
        <w:tc>
          <w:tcPr>
            <w:tcW w:w="539" w:type="pct"/>
            <w:gridSpan w:val="4"/>
            <w:shd w:val="clear" w:color="auto" w:fill="B6DDE8" w:themeFill="accent5" w:themeFillTint="66"/>
            <w:vAlign w:val="center"/>
          </w:tcPr>
          <w:p w:rsidR="007077F1" w:rsidRPr="00A6184D" w:rsidRDefault="007077F1" w:rsidP="0007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5B4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76B" w:rsidRDefault="0095776B"/>
    <w:p w:rsidR="0095776B" w:rsidRDefault="0095776B"/>
    <w:tbl>
      <w:tblPr>
        <w:tblStyle w:val="a3"/>
        <w:tblW w:w="0" w:type="auto"/>
        <w:tblLook w:val="04A0"/>
      </w:tblPr>
      <w:tblGrid>
        <w:gridCol w:w="2329"/>
        <w:gridCol w:w="503"/>
        <w:gridCol w:w="491"/>
        <w:gridCol w:w="511"/>
        <w:gridCol w:w="412"/>
        <w:gridCol w:w="514"/>
        <w:gridCol w:w="511"/>
        <w:gridCol w:w="412"/>
        <w:gridCol w:w="417"/>
        <w:gridCol w:w="415"/>
        <w:gridCol w:w="410"/>
        <w:gridCol w:w="412"/>
        <w:gridCol w:w="514"/>
        <w:gridCol w:w="436"/>
        <w:gridCol w:w="414"/>
        <w:gridCol w:w="415"/>
        <w:gridCol w:w="474"/>
        <w:gridCol w:w="421"/>
        <w:gridCol w:w="421"/>
        <w:gridCol w:w="422"/>
        <w:gridCol w:w="421"/>
        <w:gridCol w:w="472"/>
        <w:gridCol w:w="399"/>
        <w:gridCol w:w="390"/>
        <w:gridCol w:w="375"/>
        <w:gridCol w:w="383"/>
        <w:gridCol w:w="399"/>
        <w:gridCol w:w="390"/>
        <w:gridCol w:w="375"/>
      </w:tblGrid>
      <w:tr w:rsidR="007077F1" w:rsidRPr="00A6184D" w:rsidTr="00AF6281">
        <w:tc>
          <w:tcPr>
            <w:tcW w:w="2329" w:type="dxa"/>
            <w:vMerge w:val="restart"/>
            <w:vAlign w:val="center"/>
          </w:tcPr>
          <w:p w:rsidR="007077F1" w:rsidRPr="00A6184D" w:rsidRDefault="007077F1" w:rsidP="00E6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3-5 класс</w:t>
            </w:r>
          </w:p>
        </w:tc>
        <w:tc>
          <w:tcPr>
            <w:tcW w:w="12129" w:type="dxa"/>
            <w:gridSpan w:val="28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7077F1" w:rsidRPr="00A6184D" w:rsidTr="007077F1">
        <w:tc>
          <w:tcPr>
            <w:tcW w:w="2329" w:type="dxa"/>
            <w:vMerge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3"/>
            <w:shd w:val="clear" w:color="auto" w:fill="D9D9D9" w:themeFill="background1" w:themeFillShade="D9"/>
            <w:vAlign w:val="center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7" w:type="dxa"/>
            <w:gridSpan w:val="3"/>
            <w:shd w:val="clear" w:color="auto" w:fill="C4BC96" w:themeFill="background2" w:themeFillShade="BF"/>
            <w:vAlign w:val="center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54" w:type="dxa"/>
            <w:gridSpan w:val="4"/>
            <w:shd w:val="clear" w:color="auto" w:fill="8DB3E2" w:themeFill="text2" w:themeFillTint="66"/>
            <w:vAlign w:val="center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6" w:type="dxa"/>
            <w:gridSpan w:val="4"/>
            <w:shd w:val="clear" w:color="auto" w:fill="E5B8B7" w:themeFill="accent2" w:themeFillTint="66"/>
            <w:vAlign w:val="center"/>
          </w:tcPr>
          <w:p w:rsidR="007077F1" w:rsidRPr="00A6184D" w:rsidRDefault="007077F1" w:rsidP="00902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  <w:gridSpan w:val="3"/>
            <w:shd w:val="clear" w:color="auto" w:fill="D6E3BC" w:themeFill="accent3" w:themeFillTint="66"/>
            <w:vAlign w:val="center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64" w:type="dxa"/>
            <w:gridSpan w:val="3"/>
            <w:shd w:val="clear" w:color="auto" w:fill="92CDDC" w:themeFill="accent5" w:themeFillTint="99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gridSpan w:val="4"/>
            <w:shd w:val="clear" w:color="auto" w:fill="CCC0D9" w:themeFill="accent4" w:themeFillTint="66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7" w:type="dxa"/>
            <w:gridSpan w:val="4"/>
            <w:shd w:val="clear" w:color="auto" w:fill="FBD4B4" w:themeFill="accent6" w:themeFillTint="66"/>
            <w:vAlign w:val="center"/>
          </w:tcPr>
          <w:p w:rsidR="007077F1" w:rsidRPr="00A6184D" w:rsidRDefault="007077F1" w:rsidP="0017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7077F1" w:rsidRPr="00A6184D" w:rsidTr="007077F1">
        <w:tc>
          <w:tcPr>
            <w:tcW w:w="2329" w:type="dxa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7F1" w:rsidRPr="00A6184D" w:rsidTr="007077F1">
        <w:tc>
          <w:tcPr>
            <w:tcW w:w="2329" w:type="dxa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F1" w:rsidRPr="00A6184D" w:rsidTr="007077F1">
        <w:tc>
          <w:tcPr>
            <w:tcW w:w="2329" w:type="dxa"/>
          </w:tcPr>
          <w:p w:rsidR="007077F1" w:rsidRPr="007077F1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7F1">
              <w:rPr>
                <w:rFonts w:ascii="Times New Roman" w:hAnsi="Times New Roman" w:cs="Times New Roman"/>
                <w:sz w:val="24"/>
                <w:szCs w:val="24"/>
              </w:rPr>
              <w:t>Нет, не участвовал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76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991" w:rsidRDefault="00E62991"/>
    <w:p w:rsidR="00E62991" w:rsidRDefault="00E62991">
      <w:r>
        <w:br w:type="page"/>
      </w:r>
    </w:p>
    <w:p w:rsidR="0095776B" w:rsidRPr="0095776B" w:rsidRDefault="0095776B" w:rsidP="0095776B">
      <w:pPr>
        <w:jc w:val="center"/>
        <w:rPr>
          <w:rFonts w:ascii="Times New Roman" w:hAnsi="Times New Roman" w:cs="Times New Roman"/>
          <w:sz w:val="24"/>
          <w:szCs w:val="24"/>
        </w:rPr>
      </w:pPr>
      <w:r w:rsidRPr="0095776B">
        <w:rPr>
          <w:rFonts w:ascii="Times New Roman" w:hAnsi="Times New Roman" w:cs="Times New Roman"/>
          <w:sz w:val="24"/>
          <w:szCs w:val="24"/>
        </w:rPr>
        <w:lastRenderedPageBreak/>
        <w:t xml:space="preserve">Таблица подсчёта результатов заполненных тестов на проверку знаний учащихся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577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5776B">
        <w:rPr>
          <w:rFonts w:ascii="Times New Roman" w:hAnsi="Times New Roman" w:cs="Times New Roman"/>
          <w:sz w:val="24"/>
          <w:szCs w:val="24"/>
        </w:rPr>
        <w:t xml:space="preserve"> классов по вопросам защиты персональных данных</w:t>
      </w:r>
    </w:p>
    <w:p w:rsidR="007077F1" w:rsidRDefault="007077F1" w:rsidP="007077F1"/>
    <w:tbl>
      <w:tblPr>
        <w:tblStyle w:val="a3"/>
        <w:tblW w:w="4877" w:type="pct"/>
        <w:tblLook w:val="04A0"/>
      </w:tblPr>
      <w:tblGrid>
        <w:gridCol w:w="6244"/>
        <w:gridCol w:w="388"/>
        <w:gridCol w:w="400"/>
        <w:gridCol w:w="392"/>
        <w:gridCol w:w="375"/>
        <w:gridCol w:w="387"/>
        <w:gridCol w:w="349"/>
        <w:gridCol w:w="392"/>
        <w:gridCol w:w="392"/>
        <w:gridCol w:w="389"/>
        <w:gridCol w:w="399"/>
        <w:gridCol w:w="392"/>
        <w:gridCol w:w="389"/>
        <w:gridCol w:w="401"/>
        <w:gridCol w:w="390"/>
        <w:gridCol w:w="378"/>
        <w:gridCol w:w="389"/>
        <w:gridCol w:w="401"/>
        <w:gridCol w:w="395"/>
        <w:gridCol w:w="389"/>
        <w:gridCol w:w="401"/>
        <w:gridCol w:w="390"/>
      </w:tblGrid>
      <w:tr w:rsidR="007077F1" w:rsidRPr="00A6184D" w:rsidTr="001B5C85">
        <w:tc>
          <w:tcPr>
            <w:tcW w:w="2165" w:type="pct"/>
            <w:vMerge w:val="restart"/>
            <w:vAlign w:val="center"/>
          </w:tcPr>
          <w:p w:rsidR="007077F1" w:rsidRPr="00A6184D" w:rsidRDefault="007077F1" w:rsidP="0070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835" w:type="pct"/>
            <w:gridSpan w:val="21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7077F1" w:rsidRPr="00A6184D" w:rsidTr="001B5C85">
        <w:tc>
          <w:tcPr>
            <w:tcW w:w="2165" w:type="pct"/>
            <w:vMerge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4"/>
            <w:shd w:val="clear" w:color="auto" w:fill="B6DDE8" w:themeFill="accent5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gridSpan w:val="4"/>
            <w:shd w:val="clear" w:color="auto" w:fill="FBD4B4" w:themeFill="accent6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" w:type="pct"/>
            <w:gridSpan w:val="3"/>
            <w:shd w:val="clear" w:color="auto" w:fill="D6E3BC" w:themeFill="accent3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" w:type="pct"/>
            <w:gridSpan w:val="4"/>
            <w:shd w:val="clear" w:color="auto" w:fill="E5B8B7" w:themeFill="accent2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" w:type="pct"/>
            <w:gridSpan w:val="3"/>
            <w:shd w:val="clear" w:color="auto" w:fill="B8CCE4" w:themeFill="accent1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" w:type="pct"/>
            <w:gridSpan w:val="3"/>
            <w:shd w:val="clear" w:color="auto" w:fill="CCC0D9" w:themeFill="accent4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7077F1" w:rsidRPr="00A6184D" w:rsidTr="001B5C85">
        <w:tc>
          <w:tcPr>
            <w:tcW w:w="2165" w:type="pct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35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0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7077F1" w:rsidRPr="00A6184D" w:rsidTr="001B5C85">
        <w:tc>
          <w:tcPr>
            <w:tcW w:w="2165" w:type="pct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</w:p>
        </w:tc>
        <w:tc>
          <w:tcPr>
            <w:tcW w:w="135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F1" w:rsidRPr="00A6184D" w:rsidTr="001B5C85">
        <w:tc>
          <w:tcPr>
            <w:tcW w:w="2165" w:type="pct"/>
          </w:tcPr>
          <w:p w:rsidR="007077F1" w:rsidRPr="007077F1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7F1">
              <w:rPr>
                <w:rFonts w:ascii="Times New Roman" w:hAnsi="Times New Roman" w:cs="Times New Roman"/>
                <w:sz w:val="24"/>
                <w:szCs w:val="24"/>
              </w:rPr>
              <w:t>Нет, не участвовал</w:t>
            </w:r>
          </w:p>
        </w:tc>
        <w:tc>
          <w:tcPr>
            <w:tcW w:w="539" w:type="pct"/>
            <w:gridSpan w:val="4"/>
            <w:shd w:val="clear" w:color="auto" w:fill="B6DDE8" w:themeFill="accent5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7F1" w:rsidRDefault="007077F1" w:rsidP="007077F1"/>
    <w:p w:rsidR="007077F1" w:rsidRDefault="007077F1" w:rsidP="007077F1"/>
    <w:tbl>
      <w:tblPr>
        <w:tblStyle w:val="a3"/>
        <w:tblW w:w="0" w:type="auto"/>
        <w:tblLook w:val="04A0"/>
      </w:tblPr>
      <w:tblGrid>
        <w:gridCol w:w="2329"/>
        <w:gridCol w:w="503"/>
        <w:gridCol w:w="491"/>
        <w:gridCol w:w="511"/>
        <w:gridCol w:w="412"/>
        <w:gridCol w:w="514"/>
        <w:gridCol w:w="511"/>
        <w:gridCol w:w="412"/>
        <w:gridCol w:w="417"/>
        <w:gridCol w:w="415"/>
        <w:gridCol w:w="410"/>
        <w:gridCol w:w="412"/>
        <w:gridCol w:w="514"/>
        <w:gridCol w:w="436"/>
        <w:gridCol w:w="414"/>
        <w:gridCol w:w="415"/>
        <w:gridCol w:w="474"/>
        <w:gridCol w:w="421"/>
        <w:gridCol w:w="421"/>
        <w:gridCol w:w="422"/>
        <w:gridCol w:w="421"/>
        <w:gridCol w:w="472"/>
        <w:gridCol w:w="399"/>
        <w:gridCol w:w="390"/>
        <w:gridCol w:w="375"/>
        <w:gridCol w:w="383"/>
        <w:gridCol w:w="399"/>
        <w:gridCol w:w="390"/>
        <w:gridCol w:w="375"/>
      </w:tblGrid>
      <w:tr w:rsidR="007077F1" w:rsidRPr="00A6184D" w:rsidTr="001B5C85">
        <w:tc>
          <w:tcPr>
            <w:tcW w:w="2329" w:type="dxa"/>
            <w:vMerge w:val="restart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129" w:type="dxa"/>
            <w:gridSpan w:val="28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7077F1" w:rsidRPr="00A6184D" w:rsidTr="001B5C85">
        <w:tc>
          <w:tcPr>
            <w:tcW w:w="2329" w:type="dxa"/>
            <w:vMerge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3"/>
            <w:shd w:val="clear" w:color="auto" w:fill="D9D9D9" w:themeFill="background1" w:themeFillShade="D9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7" w:type="dxa"/>
            <w:gridSpan w:val="3"/>
            <w:shd w:val="clear" w:color="auto" w:fill="C4BC96" w:themeFill="background2" w:themeFillShade="BF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54" w:type="dxa"/>
            <w:gridSpan w:val="4"/>
            <w:shd w:val="clear" w:color="auto" w:fill="8DB3E2" w:themeFill="text2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6" w:type="dxa"/>
            <w:gridSpan w:val="4"/>
            <w:shd w:val="clear" w:color="auto" w:fill="E5B8B7" w:themeFill="accent2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  <w:gridSpan w:val="3"/>
            <w:shd w:val="clear" w:color="auto" w:fill="D6E3BC" w:themeFill="accent3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64" w:type="dxa"/>
            <w:gridSpan w:val="3"/>
            <w:shd w:val="clear" w:color="auto" w:fill="92CDDC" w:themeFill="accent5" w:themeFillTint="99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gridSpan w:val="4"/>
            <w:shd w:val="clear" w:color="auto" w:fill="CCC0D9" w:themeFill="accent4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7" w:type="dxa"/>
            <w:gridSpan w:val="4"/>
            <w:shd w:val="clear" w:color="auto" w:fill="FBD4B4" w:themeFill="accent6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7077F1" w:rsidRPr="00A6184D" w:rsidTr="001B5C85">
        <w:tc>
          <w:tcPr>
            <w:tcW w:w="2329" w:type="dxa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7F1" w:rsidRPr="00A6184D" w:rsidTr="001B5C85">
        <w:tc>
          <w:tcPr>
            <w:tcW w:w="2329" w:type="dxa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F1" w:rsidRPr="00A6184D" w:rsidTr="001B5C85">
        <w:tc>
          <w:tcPr>
            <w:tcW w:w="2329" w:type="dxa"/>
          </w:tcPr>
          <w:p w:rsidR="007077F1" w:rsidRPr="007077F1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7F1">
              <w:rPr>
                <w:rFonts w:ascii="Times New Roman" w:hAnsi="Times New Roman" w:cs="Times New Roman"/>
                <w:sz w:val="24"/>
                <w:szCs w:val="24"/>
              </w:rPr>
              <w:t>Нет, не участвовал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991" w:rsidRDefault="00E62991">
      <w:r>
        <w:br w:type="page"/>
      </w:r>
    </w:p>
    <w:p w:rsidR="0095776B" w:rsidRPr="0095776B" w:rsidRDefault="0095776B" w:rsidP="0095776B">
      <w:pPr>
        <w:jc w:val="center"/>
        <w:rPr>
          <w:rFonts w:ascii="Times New Roman" w:hAnsi="Times New Roman" w:cs="Times New Roman"/>
          <w:sz w:val="24"/>
          <w:szCs w:val="24"/>
        </w:rPr>
      </w:pPr>
      <w:r w:rsidRPr="0095776B">
        <w:rPr>
          <w:rFonts w:ascii="Times New Roman" w:hAnsi="Times New Roman" w:cs="Times New Roman"/>
          <w:sz w:val="24"/>
          <w:szCs w:val="24"/>
        </w:rPr>
        <w:lastRenderedPageBreak/>
        <w:t xml:space="preserve">Таблица подсчёта результатов заполненных тестов на проверку знаний учащихся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5776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5776B">
        <w:rPr>
          <w:rFonts w:ascii="Times New Roman" w:hAnsi="Times New Roman" w:cs="Times New Roman"/>
          <w:sz w:val="24"/>
          <w:szCs w:val="24"/>
        </w:rPr>
        <w:t xml:space="preserve"> классов по вопросам защиты персональных данных</w:t>
      </w:r>
    </w:p>
    <w:p w:rsidR="007077F1" w:rsidRDefault="007077F1" w:rsidP="007077F1"/>
    <w:tbl>
      <w:tblPr>
        <w:tblStyle w:val="a3"/>
        <w:tblW w:w="4877" w:type="pct"/>
        <w:tblLook w:val="04A0"/>
      </w:tblPr>
      <w:tblGrid>
        <w:gridCol w:w="6244"/>
        <w:gridCol w:w="388"/>
        <w:gridCol w:w="400"/>
        <w:gridCol w:w="392"/>
        <w:gridCol w:w="375"/>
        <w:gridCol w:w="387"/>
        <w:gridCol w:w="349"/>
        <w:gridCol w:w="392"/>
        <w:gridCol w:w="392"/>
        <w:gridCol w:w="389"/>
        <w:gridCol w:w="399"/>
        <w:gridCol w:w="392"/>
        <w:gridCol w:w="389"/>
        <w:gridCol w:w="401"/>
        <w:gridCol w:w="390"/>
        <w:gridCol w:w="378"/>
        <w:gridCol w:w="389"/>
        <w:gridCol w:w="401"/>
        <w:gridCol w:w="395"/>
        <w:gridCol w:w="389"/>
        <w:gridCol w:w="401"/>
        <w:gridCol w:w="390"/>
      </w:tblGrid>
      <w:tr w:rsidR="007077F1" w:rsidRPr="00A6184D" w:rsidTr="001B5C85">
        <w:tc>
          <w:tcPr>
            <w:tcW w:w="2165" w:type="pct"/>
            <w:vMerge w:val="restart"/>
            <w:vAlign w:val="center"/>
          </w:tcPr>
          <w:p w:rsidR="007077F1" w:rsidRPr="00A6184D" w:rsidRDefault="007077F1" w:rsidP="0070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835" w:type="pct"/>
            <w:gridSpan w:val="21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7077F1" w:rsidRPr="00A6184D" w:rsidTr="001B5C85">
        <w:tc>
          <w:tcPr>
            <w:tcW w:w="2165" w:type="pct"/>
            <w:vMerge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4"/>
            <w:shd w:val="clear" w:color="auto" w:fill="B6DDE8" w:themeFill="accent5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gridSpan w:val="4"/>
            <w:shd w:val="clear" w:color="auto" w:fill="FBD4B4" w:themeFill="accent6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" w:type="pct"/>
            <w:gridSpan w:val="3"/>
            <w:shd w:val="clear" w:color="auto" w:fill="D6E3BC" w:themeFill="accent3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" w:type="pct"/>
            <w:gridSpan w:val="4"/>
            <w:shd w:val="clear" w:color="auto" w:fill="E5B8B7" w:themeFill="accent2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" w:type="pct"/>
            <w:gridSpan w:val="3"/>
            <w:shd w:val="clear" w:color="auto" w:fill="B8CCE4" w:themeFill="accent1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" w:type="pct"/>
            <w:gridSpan w:val="3"/>
            <w:shd w:val="clear" w:color="auto" w:fill="CCC0D9" w:themeFill="accent4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7077F1" w:rsidRPr="00A6184D" w:rsidTr="001B5C85">
        <w:tc>
          <w:tcPr>
            <w:tcW w:w="2165" w:type="pct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35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0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7077F1" w:rsidRPr="00A6184D" w:rsidTr="001B5C85">
        <w:tc>
          <w:tcPr>
            <w:tcW w:w="2165" w:type="pct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</w:p>
        </w:tc>
        <w:tc>
          <w:tcPr>
            <w:tcW w:w="135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B6DDE8" w:themeFill="accent5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F1" w:rsidRPr="00A6184D" w:rsidTr="001B5C85">
        <w:tc>
          <w:tcPr>
            <w:tcW w:w="2165" w:type="pct"/>
          </w:tcPr>
          <w:p w:rsidR="007077F1" w:rsidRPr="007077F1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7F1">
              <w:rPr>
                <w:rFonts w:ascii="Times New Roman" w:hAnsi="Times New Roman" w:cs="Times New Roman"/>
                <w:sz w:val="24"/>
                <w:szCs w:val="24"/>
              </w:rPr>
              <w:t>Нет, не участвовал</w:t>
            </w:r>
          </w:p>
        </w:tc>
        <w:tc>
          <w:tcPr>
            <w:tcW w:w="539" w:type="pct"/>
            <w:gridSpan w:val="4"/>
            <w:shd w:val="clear" w:color="auto" w:fill="B6DDE8" w:themeFill="accent5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shd w:val="clear" w:color="auto" w:fill="B8CCE4" w:themeFill="accent1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7F1" w:rsidRDefault="007077F1" w:rsidP="007077F1"/>
    <w:p w:rsidR="007077F1" w:rsidRDefault="007077F1" w:rsidP="007077F1"/>
    <w:tbl>
      <w:tblPr>
        <w:tblStyle w:val="a3"/>
        <w:tblW w:w="0" w:type="auto"/>
        <w:tblLook w:val="04A0"/>
      </w:tblPr>
      <w:tblGrid>
        <w:gridCol w:w="2329"/>
        <w:gridCol w:w="503"/>
        <w:gridCol w:w="491"/>
        <w:gridCol w:w="511"/>
        <w:gridCol w:w="412"/>
        <w:gridCol w:w="514"/>
        <w:gridCol w:w="511"/>
        <w:gridCol w:w="412"/>
        <w:gridCol w:w="417"/>
        <w:gridCol w:w="415"/>
        <w:gridCol w:w="410"/>
        <w:gridCol w:w="412"/>
        <w:gridCol w:w="514"/>
        <w:gridCol w:w="436"/>
        <w:gridCol w:w="414"/>
        <w:gridCol w:w="415"/>
        <w:gridCol w:w="474"/>
        <w:gridCol w:w="421"/>
        <w:gridCol w:w="421"/>
        <w:gridCol w:w="422"/>
        <w:gridCol w:w="421"/>
        <w:gridCol w:w="472"/>
        <w:gridCol w:w="399"/>
        <w:gridCol w:w="390"/>
        <w:gridCol w:w="375"/>
        <w:gridCol w:w="383"/>
        <w:gridCol w:w="399"/>
        <w:gridCol w:w="390"/>
        <w:gridCol w:w="375"/>
      </w:tblGrid>
      <w:tr w:rsidR="007077F1" w:rsidRPr="00A6184D" w:rsidTr="001B5C85">
        <w:tc>
          <w:tcPr>
            <w:tcW w:w="2329" w:type="dxa"/>
            <w:vMerge w:val="restart"/>
            <w:vAlign w:val="center"/>
          </w:tcPr>
          <w:p w:rsidR="007077F1" w:rsidRPr="00A6184D" w:rsidRDefault="007077F1" w:rsidP="00707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129" w:type="dxa"/>
            <w:gridSpan w:val="28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</w:tr>
      <w:tr w:rsidR="007077F1" w:rsidRPr="00A6184D" w:rsidTr="001B5C85">
        <w:tc>
          <w:tcPr>
            <w:tcW w:w="2329" w:type="dxa"/>
            <w:vMerge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3"/>
            <w:shd w:val="clear" w:color="auto" w:fill="D9D9D9" w:themeFill="background1" w:themeFillShade="D9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7" w:type="dxa"/>
            <w:gridSpan w:val="3"/>
            <w:shd w:val="clear" w:color="auto" w:fill="C4BC96" w:themeFill="background2" w:themeFillShade="BF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54" w:type="dxa"/>
            <w:gridSpan w:val="4"/>
            <w:shd w:val="clear" w:color="auto" w:fill="8DB3E2" w:themeFill="text2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6" w:type="dxa"/>
            <w:gridSpan w:val="4"/>
            <w:shd w:val="clear" w:color="auto" w:fill="E5B8B7" w:themeFill="accent2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  <w:gridSpan w:val="3"/>
            <w:shd w:val="clear" w:color="auto" w:fill="D6E3BC" w:themeFill="accent3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64" w:type="dxa"/>
            <w:gridSpan w:val="3"/>
            <w:shd w:val="clear" w:color="auto" w:fill="92CDDC" w:themeFill="accent5" w:themeFillTint="99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gridSpan w:val="4"/>
            <w:shd w:val="clear" w:color="auto" w:fill="CCC0D9" w:themeFill="accent4" w:themeFillTint="66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7" w:type="dxa"/>
            <w:gridSpan w:val="4"/>
            <w:shd w:val="clear" w:color="auto" w:fill="FBD4B4" w:themeFill="accent6" w:themeFillTint="66"/>
            <w:vAlign w:val="center"/>
          </w:tcPr>
          <w:p w:rsidR="007077F1" w:rsidRPr="00A6184D" w:rsidRDefault="007077F1" w:rsidP="001B5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7077F1" w:rsidRPr="00A6184D" w:rsidTr="001B5C85">
        <w:tc>
          <w:tcPr>
            <w:tcW w:w="2329" w:type="dxa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7F1" w:rsidRPr="00A6184D" w:rsidTr="001B5C85">
        <w:tc>
          <w:tcPr>
            <w:tcW w:w="2329" w:type="dxa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4D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F1" w:rsidRPr="00A6184D" w:rsidTr="001B5C85">
        <w:tc>
          <w:tcPr>
            <w:tcW w:w="2329" w:type="dxa"/>
          </w:tcPr>
          <w:p w:rsidR="007077F1" w:rsidRPr="007077F1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7F1">
              <w:rPr>
                <w:rFonts w:ascii="Times New Roman" w:hAnsi="Times New Roman" w:cs="Times New Roman"/>
                <w:sz w:val="24"/>
                <w:szCs w:val="24"/>
              </w:rPr>
              <w:t>Нет, не участвовал</w:t>
            </w:r>
          </w:p>
        </w:tc>
        <w:tc>
          <w:tcPr>
            <w:tcW w:w="503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D9D9D9" w:themeFill="background1" w:themeFillShade="D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C4BC96" w:themeFill="background2" w:themeFillShade="BF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8DB3E2" w:themeFill="tex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E5B8B7" w:themeFill="accent2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D6E3BC" w:themeFill="accent3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92CDDC" w:themeFill="accent5" w:themeFillTint="99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CCC0D9" w:themeFill="accent4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shd w:val="clear" w:color="auto" w:fill="FBD4B4" w:themeFill="accent6" w:themeFillTint="66"/>
          </w:tcPr>
          <w:p w:rsidR="007077F1" w:rsidRPr="00A6184D" w:rsidRDefault="007077F1" w:rsidP="001B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991" w:rsidRDefault="00E62991" w:rsidP="007077F1"/>
    <w:sectPr w:rsidR="00E62991" w:rsidSect="008815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147"/>
    <w:rsid w:val="000574D6"/>
    <w:rsid w:val="00071AAD"/>
    <w:rsid w:val="000F0D51"/>
    <w:rsid w:val="005E6147"/>
    <w:rsid w:val="007077F1"/>
    <w:rsid w:val="00881545"/>
    <w:rsid w:val="008D763B"/>
    <w:rsid w:val="00902D63"/>
    <w:rsid w:val="0095776B"/>
    <w:rsid w:val="00A6184D"/>
    <w:rsid w:val="00C86DF4"/>
    <w:rsid w:val="00E6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Grid 1 Accent 5"/>
    <w:basedOn w:val="a1"/>
    <w:uiPriority w:val="67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3-5">
    <w:name w:val="Medium Grid 3 Accent 5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3">
    <w:name w:val="Medium Shading 2 Accent 3"/>
    <w:basedOn w:val="a1"/>
    <w:uiPriority w:val="64"/>
    <w:rsid w:val="00A618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Grid 1 Accent 5"/>
    <w:basedOn w:val="a1"/>
    <w:uiPriority w:val="67"/>
    <w:rsid w:val="00A6184D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3-5">
    <w:name w:val="Medium Grid 3 Accent 5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A618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Ромащенко Алена Владимировна</dc:creator>
  <cp:lastModifiedBy>Dgama</cp:lastModifiedBy>
  <cp:revision>2</cp:revision>
  <dcterms:created xsi:type="dcterms:W3CDTF">2019-03-14T05:46:00Z</dcterms:created>
  <dcterms:modified xsi:type="dcterms:W3CDTF">2019-03-14T05:46:00Z</dcterms:modified>
</cp:coreProperties>
</file>